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37E" w:rsidRPr="009D1575" w:rsidRDefault="0083137E" w:rsidP="00C813AF">
      <w:pPr>
        <w:ind w:firstLine="397"/>
        <w:jc w:val="both"/>
      </w:pPr>
      <w:bookmarkStart w:id="0" w:name="_GoBack"/>
      <w:bookmarkEnd w:id="0"/>
      <w:r w:rsidRPr="009D1575">
        <w:rPr>
          <w:b/>
          <w:i/>
          <w:iCs/>
          <w:color w:val="CC0000"/>
          <w:sz w:val="28"/>
          <w:szCs w:val="28"/>
        </w:rPr>
        <w:t>Наводнение</w:t>
      </w:r>
      <w:r w:rsidRPr="009D1575">
        <w:rPr>
          <w:color w:val="CC00CC"/>
          <w:sz w:val="28"/>
          <w:szCs w:val="28"/>
        </w:rPr>
        <w:t xml:space="preserve"> </w:t>
      </w:r>
      <w:r w:rsidRPr="009D1575">
        <w:rPr>
          <w:sz w:val="28"/>
          <w:szCs w:val="28"/>
        </w:rPr>
        <w:t>–</w:t>
      </w:r>
      <w:r w:rsidRPr="009D1575">
        <w:t xml:space="preserve"> это временное затопление значительной части суши водой в результате действий сил природы.</w:t>
      </w:r>
    </w:p>
    <w:p w:rsidR="0083137E" w:rsidRPr="009D1575" w:rsidRDefault="0083137E" w:rsidP="00C813AF">
      <w:pPr>
        <w:ind w:firstLine="397"/>
        <w:jc w:val="both"/>
      </w:pPr>
      <w:r w:rsidRPr="009D1575">
        <w:t>Данное явление может произойти в резул</w:t>
      </w:r>
      <w:r w:rsidRPr="009D1575">
        <w:t>ь</w:t>
      </w:r>
      <w:r w:rsidRPr="009D1575">
        <w:t>тате:</w:t>
      </w:r>
    </w:p>
    <w:p w:rsidR="0083137E" w:rsidRPr="009D1575" w:rsidRDefault="0083137E" w:rsidP="00C813AF">
      <w:pPr>
        <w:ind w:firstLine="397"/>
        <w:jc w:val="both"/>
      </w:pPr>
      <w:r w:rsidRPr="009D1575">
        <w:t>сброса воды с гидротехнических сооруж</w:t>
      </w:r>
      <w:r w:rsidRPr="009D1575">
        <w:t>е</w:t>
      </w:r>
      <w:r w:rsidRPr="009D1575">
        <w:t>ний;</w:t>
      </w:r>
    </w:p>
    <w:p w:rsidR="0083137E" w:rsidRPr="009D1575" w:rsidRDefault="0083137E" w:rsidP="00C813AF">
      <w:pPr>
        <w:ind w:firstLine="397"/>
        <w:jc w:val="both"/>
      </w:pPr>
      <w:r w:rsidRPr="009D1575">
        <w:t>быстрого таяния снегов, образования лед</w:t>
      </w:r>
      <w:r w:rsidRPr="009D1575">
        <w:t>я</w:t>
      </w:r>
      <w:r w:rsidRPr="009D1575">
        <w:t>ных заторов, зажоров;</w:t>
      </w:r>
    </w:p>
    <w:p w:rsidR="0083137E" w:rsidRPr="009D1575" w:rsidRDefault="0083137E" w:rsidP="00C813AF">
      <w:pPr>
        <w:ind w:firstLine="397"/>
        <w:jc w:val="both"/>
      </w:pPr>
      <w:r w:rsidRPr="009D1575">
        <w:t>обильных продолжительных осадков, либо кратковременных, но очень интенсивных;</w:t>
      </w:r>
    </w:p>
    <w:p w:rsidR="0083137E" w:rsidRPr="009D1575" w:rsidRDefault="0083137E" w:rsidP="00C813AF">
      <w:pPr>
        <w:ind w:firstLine="397"/>
        <w:jc w:val="both"/>
      </w:pPr>
      <w:r w:rsidRPr="009D1575">
        <w:t>нагонов воды с моря или больших рек на побережья и в устья рек сильным навальным ветром или приливом.</w:t>
      </w:r>
    </w:p>
    <w:p w:rsidR="0083137E" w:rsidRPr="009D1575" w:rsidRDefault="0083137E" w:rsidP="00C813AF">
      <w:pPr>
        <w:ind w:firstLine="397"/>
        <w:jc w:val="both"/>
      </w:pPr>
    </w:p>
    <w:p w:rsidR="0083137E" w:rsidRPr="009D1575" w:rsidRDefault="0083137E" w:rsidP="00E46FA4">
      <w:pPr>
        <w:jc w:val="center"/>
      </w:pPr>
      <w:r w:rsidRPr="008B575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Наводнение 1" style="width:219pt;height:164.25pt;visibility:visible">
            <v:imagedata r:id="rId4" o:title=""/>
          </v:shape>
        </w:pict>
      </w:r>
    </w:p>
    <w:p w:rsidR="0083137E" w:rsidRPr="009D1575" w:rsidRDefault="0083137E" w:rsidP="00CB265E">
      <w:pPr>
        <w:jc w:val="both"/>
      </w:pPr>
    </w:p>
    <w:p w:rsidR="0083137E" w:rsidRPr="009D1575" w:rsidRDefault="0083137E" w:rsidP="00CB265E">
      <w:pPr>
        <w:ind w:firstLine="397"/>
        <w:jc w:val="both"/>
      </w:pPr>
      <w:r>
        <w:t>Б</w:t>
      </w:r>
      <w:r w:rsidRPr="009D1575">
        <w:t>ольшинство населённых пунктов Красн</w:t>
      </w:r>
      <w:r w:rsidRPr="009D1575">
        <w:t>о</w:t>
      </w:r>
      <w:r w:rsidRPr="009D1575">
        <w:t>ярского края, а также значительные площади сельскохозяйственных угодий находятся в д</w:t>
      </w:r>
      <w:r w:rsidRPr="009D1575">
        <w:t>о</w:t>
      </w:r>
      <w:r w:rsidRPr="009D1575">
        <w:t>линах рек, то вероятность наводнения здесь очень велика.</w:t>
      </w:r>
    </w:p>
    <w:p w:rsidR="0083137E" w:rsidRPr="009D1575" w:rsidRDefault="0083137E" w:rsidP="00CB265E">
      <w:pPr>
        <w:ind w:firstLine="397"/>
        <w:jc w:val="both"/>
      </w:pPr>
      <w:r w:rsidRPr="009D1575">
        <w:t>Часты совмещения половодных и заторных наводнений.</w:t>
      </w:r>
    </w:p>
    <w:p w:rsidR="0083137E" w:rsidRPr="009D1575" w:rsidRDefault="0083137E" w:rsidP="00CB265E">
      <w:pPr>
        <w:ind w:firstLine="397"/>
        <w:jc w:val="both"/>
        <w:rPr>
          <w:b/>
          <w:i/>
          <w:color w:val="CC0000"/>
        </w:rPr>
      </w:pPr>
    </w:p>
    <w:p w:rsidR="0083137E" w:rsidRPr="009D1575" w:rsidRDefault="0083137E" w:rsidP="00E46FA4">
      <w:pPr>
        <w:jc w:val="center"/>
        <w:rPr>
          <w:b/>
          <w:i/>
          <w:color w:val="CC0000"/>
        </w:rPr>
      </w:pPr>
      <w:r w:rsidRPr="008B575E">
        <w:rPr>
          <w:noProof/>
        </w:rPr>
        <w:pict>
          <v:shape id="Рисунок 5" o:spid="_x0000_i1026" type="#_x0000_t75" alt="0_4fc26_5c107c9b_orig" style="width:218.25pt;height:162pt;visibility:visible">
            <v:imagedata r:id="rId5" o:title=""/>
          </v:shape>
        </w:pict>
      </w:r>
    </w:p>
    <w:p w:rsidR="0083137E" w:rsidRPr="009D1575" w:rsidRDefault="0083137E" w:rsidP="00CB265E">
      <w:pPr>
        <w:ind w:firstLine="397"/>
        <w:jc w:val="both"/>
        <w:rPr>
          <w:b/>
          <w:i/>
          <w:color w:val="CC0000"/>
        </w:rPr>
      </w:pPr>
    </w:p>
    <w:p w:rsidR="0083137E" w:rsidRPr="009D1575" w:rsidRDefault="0083137E" w:rsidP="00E46FA4">
      <w:pPr>
        <w:jc w:val="center"/>
      </w:pPr>
      <w:r w:rsidRPr="008B575E">
        <w:rPr>
          <w:noProof/>
        </w:rPr>
        <w:pict>
          <v:shape id="Рисунок 6" o:spid="_x0000_i1027" type="#_x0000_t75" alt="Наводнение" style="width:217.5pt;height:152.25pt;visibility:visible">
            <v:imagedata r:id="rId6" o:title="" blacklevel="1966f"/>
          </v:shape>
        </w:pict>
      </w:r>
    </w:p>
    <w:p w:rsidR="0083137E" w:rsidRPr="009D1575" w:rsidRDefault="0083137E" w:rsidP="00800B2C">
      <w:pPr>
        <w:jc w:val="both"/>
      </w:pPr>
    </w:p>
    <w:p w:rsidR="0083137E" w:rsidRPr="009D1575" w:rsidRDefault="0083137E" w:rsidP="000F06D3">
      <w:pPr>
        <w:ind w:firstLine="397"/>
        <w:jc w:val="both"/>
      </w:pPr>
      <w:r w:rsidRPr="009D1575">
        <w:t>Весной и осенью в населённых пун</w:t>
      </w:r>
      <w:r w:rsidRPr="009D1575">
        <w:t>к</w:t>
      </w:r>
      <w:r w:rsidRPr="009D1575">
        <w:t>тах края могут происходить наводнения (паводки), в результате которых могут быть потери среди людей, разрушение муниципальных и частных построек, н</w:t>
      </w:r>
      <w:r w:rsidRPr="009D1575">
        <w:t>а</w:t>
      </w:r>
      <w:r w:rsidRPr="009D1575">
        <w:t>несение большого материального ущерба.</w:t>
      </w:r>
    </w:p>
    <w:p w:rsidR="0083137E" w:rsidRPr="009D1575" w:rsidRDefault="0083137E" w:rsidP="000F06D3">
      <w:pPr>
        <w:ind w:firstLine="397"/>
        <w:jc w:val="both"/>
      </w:pPr>
      <w:r w:rsidRPr="009D1575">
        <w:t>Наводнения (паводки) можно прогн</w:t>
      </w:r>
      <w:r w:rsidRPr="009D1575">
        <w:t>о</w:t>
      </w:r>
      <w:r w:rsidRPr="009D1575">
        <w:t>зировать, а значит, принять предупред</w:t>
      </w:r>
      <w:r w:rsidRPr="009D1575">
        <w:t>и</w:t>
      </w:r>
      <w:r w:rsidRPr="009D1575">
        <w:t>тельные меры.</w:t>
      </w:r>
    </w:p>
    <w:p w:rsidR="0083137E" w:rsidRPr="009D1575" w:rsidRDefault="0083137E" w:rsidP="000F06D3">
      <w:pPr>
        <w:ind w:firstLine="397"/>
        <w:jc w:val="both"/>
      </w:pPr>
      <w:r w:rsidRPr="009D1575">
        <w:t>С получением прогноза о возможном наводнении осуществляется оповещение население с помощью сирен, через сеть радио- и телевизионного вещания, друг</w:t>
      </w:r>
      <w:r w:rsidRPr="009D1575">
        <w:t>и</w:t>
      </w:r>
      <w:r w:rsidRPr="009D1575">
        <w:t>ми возможными средствами.</w:t>
      </w:r>
    </w:p>
    <w:p w:rsidR="0083137E" w:rsidRPr="009D1575" w:rsidRDefault="0083137E" w:rsidP="00B76CFA">
      <w:pPr>
        <w:ind w:firstLine="397"/>
        <w:jc w:val="both"/>
      </w:pPr>
      <w:r w:rsidRPr="009D1575">
        <w:t>Получив предупреждение об угрозе наво</w:t>
      </w:r>
      <w:r w:rsidRPr="009D1575">
        <w:t>д</w:t>
      </w:r>
      <w:r w:rsidRPr="009D1575">
        <w:t>нения (затопления), сообщите об этом вашим близким, соседям, окажите помощь престар</w:t>
      </w:r>
      <w:r w:rsidRPr="009D1575">
        <w:t>е</w:t>
      </w:r>
      <w:r w:rsidRPr="009D1575">
        <w:t>лым и больным.</w:t>
      </w:r>
    </w:p>
    <w:p w:rsidR="0083137E" w:rsidRPr="00B654A0" w:rsidRDefault="0083137E" w:rsidP="00B76CFA">
      <w:pPr>
        <w:ind w:firstLine="397"/>
        <w:jc w:val="both"/>
        <w:rPr>
          <w:b/>
          <w:bCs/>
          <w:color w:val="C00000"/>
          <w:sz w:val="28"/>
          <w:szCs w:val="28"/>
        </w:rPr>
      </w:pPr>
      <w:r w:rsidRPr="00B654A0">
        <w:rPr>
          <w:b/>
          <w:bCs/>
          <w:sz w:val="28"/>
          <w:szCs w:val="28"/>
        </w:rPr>
        <w:t>В информации будет сообщено о времени и границах затопления, р</w:t>
      </w:r>
      <w:r w:rsidRPr="00B654A0">
        <w:rPr>
          <w:b/>
          <w:bCs/>
          <w:sz w:val="28"/>
          <w:szCs w:val="28"/>
        </w:rPr>
        <w:t>е</w:t>
      </w:r>
      <w:r w:rsidRPr="00B654A0">
        <w:rPr>
          <w:b/>
          <w:bCs/>
          <w:sz w:val="28"/>
          <w:szCs w:val="28"/>
        </w:rPr>
        <w:t xml:space="preserve">комендации жителям </w:t>
      </w:r>
      <w:r w:rsidRPr="00B654A0">
        <w:rPr>
          <w:b/>
          <w:bCs/>
          <w:color w:val="C00000"/>
          <w:sz w:val="28"/>
          <w:szCs w:val="28"/>
        </w:rPr>
        <w:t>о целесообра</w:t>
      </w:r>
      <w:r w:rsidRPr="00B654A0">
        <w:rPr>
          <w:b/>
          <w:bCs/>
          <w:color w:val="C00000"/>
          <w:sz w:val="28"/>
          <w:szCs w:val="28"/>
        </w:rPr>
        <w:t>з</w:t>
      </w:r>
      <w:r w:rsidRPr="00B654A0">
        <w:rPr>
          <w:b/>
          <w:bCs/>
          <w:color w:val="C00000"/>
          <w:sz w:val="28"/>
          <w:szCs w:val="28"/>
        </w:rPr>
        <w:t>ном поведении и порядке эвакуации.</w:t>
      </w:r>
    </w:p>
    <w:p w:rsidR="0083137E" w:rsidRPr="00B654A0" w:rsidRDefault="0083137E" w:rsidP="00B76CFA">
      <w:pPr>
        <w:ind w:firstLine="397"/>
        <w:jc w:val="both"/>
        <w:rPr>
          <w:b/>
          <w:i/>
          <w:color w:val="C00000"/>
        </w:rPr>
      </w:pPr>
    </w:p>
    <w:p w:rsidR="0083137E" w:rsidRPr="009D1575" w:rsidRDefault="0083137E" w:rsidP="00B76CFA">
      <w:pPr>
        <w:ind w:firstLine="397"/>
        <w:jc w:val="both"/>
        <w:rPr>
          <w:b/>
          <w:i/>
          <w:color w:val="CC0000"/>
          <w:sz w:val="28"/>
          <w:szCs w:val="28"/>
        </w:rPr>
      </w:pPr>
      <w:r w:rsidRPr="009D1575">
        <w:rPr>
          <w:b/>
          <w:i/>
          <w:color w:val="CC0000"/>
          <w:sz w:val="28"/>
          <w:szCs w:val="28"/>
        </w:rPr>
        <w:t>Перед эвакуацией для сохранения своего дома следует:</w:t>
      </w:r>
    </w:p>
    <w:p w:rsidR="0083137E" w:rsidRPr="009D1575" w:rsidRDefault="0083137E" w:rsidP="00B76CFA">
      <w:pPr>
        <w:ind w:firstLine="397"/>
        <w:jc w:val="both"/>
        <w:rPr>
          <w:b/>
          <w:bCs/>
        </w:rPr>
      </w:pPr>
      <w:r w:rsidRPr="009D1575">
        <w:rPr>
          <w:b/>
          <w:bCs/>
        </w:rPr>
        <w:t>отключить воду, газ, электричество;</w:t>
      </w:r>
    </w:p>
    <w:p w:rsidR="0083137E" w:rsidRPr="009D1575" w:rsidRDefault="0083137E" w:rsidP="00B76CFA">
      <w:pPr>
        <w:ind w:firstLine="397"/>
        <w:jc w:val="both"/>
        <w:rPr>
          <w:b/>
          <w:bCs/>
        </w:rPr>
      </w:pPr>
      <w:r w:rsidRPr="009D1575">
        <w:rPr>
          <w:b/>
          <w:bCs/>
        </w:rPr>
        <w:t>погасить огонь в печах;</w:t>
      </w:r>
    </w:p>
    <w:p w:rsidR="0083137E" w:rsidRPr="009D1575" w:rsidRDefault="0083137E" w:rsidP="00B76CFA">
      <w:pPr>
        <w:ind w:firstLine="397"/>
        <w:jc w:val="both"/>
        <w:rPr>
          <w:b/>
          <w:bCs/>
        </w:rPr>
      </w:pPr>
      <w:r w:rsidRPr="009D1575">
        <w:rPr>
          <w:b/>
          <w:bCs/>
        </w:rPr>
        <w:t>перенести на верхние этажи (чердаки) зданий ценные вещи и имущество;</w:t>
      </w:r>
    </w:p>
    <w:p w:rsidR="0083137E" w:rsidRPr="009D1575" w:rsidRDefault="0083137E" w:rsidP="00B76CFA">
      <w:pPr>
        <w:ind w:firstLine="397"/>
        <w:jc w:val="both"/>
        <w:rPr>
          <w:b/>
          <w:bCs/>
        </w:rPr>
      </w:pPr>
      <w:r w:rsidRPr="009D1575">
        <w:rPr>
          <w:b/>
          <w:bCs/>
        </w:rPr>
        <w:t>закрыть окна и двери, при необходим</w:t>
      </w:r>
      <w:r w:rsidRPr="009D1575">
        <w:rPr>
          <w:b/>
          <w:bCs/>
        </w:rPr>
        <w:t>о</w:t>
      </w:r>
      <w:r w:rsidRPr="009D1575">
        <w:rPr>
          <w:b/>
          <w:bCs/>
        </w:rPr>
        <w:t>сти забить окна и двери первых этажей до</w:t>
      </w:r>
      <w:r w:rsidRPr="009D1575">
        <w:rPr>
          <w:b/>
          <w:bCs/>
        </w:rPr>
        <w:t>с</w:t>
      </w:r>
      <w:r w:rsidRPr="009D1575">
        <w:rPr>
          <w:b/>
          <w:bCs/>
        </w:rPr>
        <w:t>ками или фанерой.</w:t>
      </w:r>
    </w:p>
    <w:p w:rsidR="0083137E" w:rsidRPr="009D1575" w:rsidRDefault="0083137E" w:rsidP="00B76CFA">
      <w:pPr>
        <w:ind w:firstLine="397"/>
        <w:jc w:val="both"/>
        <w:rPr>
          <w:b/>
          <w:bCs/>
          <w:i/>
          <w:color w:val="CC0000"/>
        </w:rPr>
      </w:pPr>
    </w:p>
    <w:p w:rsidR="0083137E" w:rsidRPr="009D1575" w:rsidRDefault="0083137E" w:rsidP="00B76CFA">
      <w:pPr>
        <w:ind w:firstLine="397"/>
        <w:jc w:val="both"/>
        <w:rPr>
          <w:b/>
          <w:i/>
          <w:color w:val="CC0000"/>
          <w:sz w:val="28"/>
          <w:szCs w:val="28"/>
        </w:rPr>
      </w:pPr>
      <w:r w:rsidRPr="009D1575">
        <w:rPr>
          <w:b/>
          <w:i/>
          <w:color w:val="CC0000"/>
          <w:sz w:val="28"/>
          <w:szCs w:val="28"/>
        </w:rPr>
        <w:t>При получении сигнала о начале эвакуации необходимо быстро собрать и взять с собой:</w:t>
      </w:r>
    </w:p>
    <w:p w:rsidR="0083137E" w:rsidRPr="009D1575" w:rsidRDefault="0083137E" w:rsidP="00B76CFA">
      <w:pPr>
        <w:ind w:firstLine="397"/>
        <w:jc w:val="both"/>
        <w:rPr>
          <w:b/>
          <w:bCs/>
        </w:rPr>
      </w:pPr>
      <w:r w:rsidRPr="009D1575">
        <w:rPr>
          <w:b/>
        </w:rPr>
        <w:t>документы (в герметичной</w:t>
      </w:r>
      <w:r w:rsidRPr="009D1575">
        <w:t xml:space="preserve"> упаковке), </w:t>
      </w:r>
      <w:r w:rsidRPr="009D1575">
        <w:rPr>
          <w:b/>
          <w:bCs/>
        </w:rPr>
        <w:t>ценности, лекарства;</w:t>
      </w:r>
    </w:p>
    <w:p w:rsidR="0083137E" w:rsidRPr="009D1575" w:rsidRDefault="0083137E" w:rsidP="00B76CFA">
      <w:pPr>
        <w:ind w:firstLine="397"/>
        <w:jc w:val="both"/>
        <w:rPr>
          <w:b/>
          <w:bCs/>
        </w:rPr>
      </w:pPr>
      <w:r w:rsidRPr="009D1575">
        <w:rPr>
          <w:b/>
          <w:bCs/>
        </w:rPr>
        <w:t>комплект одежды и обуви по сезону;</w:t>
      </w:r>
    </w:p>
    <w:p w:rsidR="0083137E" w:rsidRPr="009D1575" w:rsidRDefault="0083137E" w:rsidP="00B76CFA">
      <w:pPr>
        <w:ind w:firstLine="397"/>
        <w:jc w:val="both"/>
        <w:rPr>
          <w:b/>
          <w:bCs/>
        </w:rPr>
      </w:pPr>
      <w:r w:rsidRPr="009D1575">
        <w:rPr>
          <w:b/>
          <w:bCs/>
        </w:rPr>
        <w:t>запас продуктов питания на несколько дней, затем следовать на объявленный эв</w:t>
      </w:r>
      <w:r w:rsidRPr="009D1575">
        <w:rPr>
          <w:b/>
          <w:bCs/>
        </w:rPr>
        <w:t>а</w:t>
      </w:r>
      <w:r w:rsidRPr="009D1575">
        <w:rPr>
          <w:b/>
          <w:bCs/>
        </w:rPr>
        <w:t>куационный пункт</w:t>
      </w:r>
      <w:r>
        <w:rPr>
          <w:b/>
          <w:bCs/>
        </w:rPr>
        <w:t xml:space="preserve"> сбора</w:t>
      </w:r>
      <w:r w:rsidRPr="009D1575">
        <w:rPr>
          <w:b/>
          <w:bCs/>
        </w:rPr>
        <w:t xml:space="preserve"> для отправки в безопасные районы.</w:t>
      </w:r>
    </w:p>
    <w:p w:rsidR="0083137E" w:rsidRPr="009D1575" w:rsidRDefault="0083137E" w:rsidP="000F06D3">
      <w:pPr>
        <w:ind w:firstLine="397"/>
        <w:jc w:val="both"/>
        <w:rPr>
          <w:b/>
          <w:i/>
          <w:color w:val="CC0000"/>
        </w:rPr>
      </w:pPr>
    </w:p>
    <w:p w:rsidR="0083137E" w:rsidRPr="009D1575" w:rsidRDefault="0083137E" w:rsidP="000F06D3">
      <w:pPr>
        <w:ind w:firstLine="397"/>
        <w:jc w:val="both"/>
      </w:pPr>
      <w:r w:rsidRPr="009D1575">
        <w:rPr>
          <w:b/>
          <w:i/>
          <w:color w:val="CC0000"/>
          <w:sz w:val="28"/>
          <w:szCs w:val="28"/>
        </w:rPr>
        <w:t>При внезапном наводнении</w:t>
      </w:r>
      <w:r w:rsidRPr="009D1575">
        <w:t xml:space="preserve"> необх</w:t>
      </w:r>
      <w:r w:rsidRPr="009D1575">
        <w:t>о</w:t>
      </w:r>
      <w:r w:rsidRPr="009D1575">
        <w:t>димо как можно быстрее, если затопление в с</w:t>
      </w:r>
      <w:r w:rsidRPr="009D1575">
        <w:t>е</w:t>
      </w:r>
      <w:r w:rsidRPr="009D1575">
        <w:t>ле или частном секторе, отогнать скот в без</w:t>
      </w:r>
      <w:r w:rsidRPr="009D1575">
        <w:t>о</w:t>
      </w:r>
      <w:r w:rsidRPr="009D1575">
        <w:t>пасные места, отдалённые от зоны затопления. Занять ближайшее безопасное возвышенное место и быть готовым к организованной эв</w:t>
      </w:r>
      <w:r w:rsidRPr="009D1575">
        <w:t>а</w:t>
      </w:r>
      <w:r w:rsidRPr="009D1575">
        <w:t>куации по воде. Необходимо принять меры, п</w:t>
      </w:r>
      <w:r w:rsidRPr="009D1575">
        <w:t>о</w:t>
      </w:r>
      <w:r w:rsidRPr="009D1575">
        <w:t>зволяющие спасателям своевременно обнар</w:t>
      </w:r>
      <w:r w:rsidRPr="009D1575">
        <w:t>у</w:t>
      </w:r>
      <w:r w:rsidRPr="009D1575">
        <w:t>жить людей, отрезанных водой и нуждающихся в помощи;</w:t>
      </w:r>
    </w:p>
    <w:p w:rsidR="0083137E" w:rsidRPr="009D1575" w:rsidRDefault="0083137E" w:rsidP="000F06D3">
      <w:pPr>
        <w:ind w:firstLine="397"/>
        <w:jc w:val="both"/>
      </w:pPr>
      <w:r w:rsidRPr="009D1575">
        <w:t>а) в светлое время – вывесить на высоком месте полотнища;</w:t>
      </w:r>
    </w:p>
    <w:p w:rsidR="0083137E" w:rsidRPr="009D1575" w:rsidRDefault="0083137E" w:rsidP="000F06D3">
      <w:pPr>
        <w:ind w:firstLine="397"/>
        <w:jc w:val="both"/>
      </w:pPr>
      <w:r w:rsidRPr="009D1575">
        <w:t>б) в тёмное время – подавать световые си</w:t>
      </w:r>
      <w:r w:rsidRPr="009D1575">
        <w:t>г</w:t>
      </w:r>
      <w:r w:rsidRPr="009D1575">
        <w:t xml:space="preserve">налы. </w:t>
      </w:r>
    </w:p>
    <w:p w:rsidR="0083137E" w:rsidRPr="009D1575" w:rsidRDefault="0083137E" w:rsidP="00001671">
      <w:pPr>
        <w:jc w:val="both"/>
      </w:pPr>
    </w:p>
    <w:p w:rsidR="0083137E" w:rsidRPr="009D1575" w:rsidRDefault="0083137E" w:rsidP="00E46FA4">
      <w:pPr>
        <w:jc w:val="center"/>
      </w:pPr>
      <w:r w:rsidRPr="008B575E">
        <w:rPr>
          <w:noProof/>
        </w:rPr>
        <w:pict>
          <v:shape id="Рисунок 1" o:spid="_x0000_i1028" type="#_x0000_t75" alt="Наводнение 7" style="width:3in;height:141pt;visibility:visible">
            <v:imagedata r:id="rId7" o:title="" gain="52429f"/>
          </v:shape>
        </w:pict>
      </w:r>
    </w:p>
    <w:p w:rsidR="0083137E" w:rsidRPr="009D1575" w:rsidRDefault="0083137E" w:rsidP="00B76CFA">
      <w:pPr>
        <w:ind w:firstLine="397"/>
        <w:jc w:val="both"/>
        <w:rPr>
          <w:lang w:val="en-US"/>
        </w:rPr>
      </w:pPr>
    </w:p>
    <w:p w:rsidR="0083137E" w:rsidRPr="009D1575" w:rsidRDefault="0083137E" w:rsidP="00B76CFA">
      <w:pPr>
        <w:ind w:firstLine="397"/>
        <w:jc w:val="both"/>
      </w:pPr>
      <w:r w:rsidRPr="009D1575">
        <w:t>Если вода застала в поле, лесу, то необх</w:t>
      </w:r>
      <w:r w:rsidRPr="009D1575">
        <w:t>о</w:t>
      </w:r>
      <w:r w:rsidRPr="009D1575">
        <w:t>димо выйти на возвышенные места, если нет такой возвышенности – забраться на дерево.</w:t>
      </w:r>
    </w:p>
    <w:p w:rsidR="0083137E" w:rsidRPr="009D1575" w:rsidRDefault="0083137E" w:rsidP="00B76CFA">
      <w:pPr>
        <w:ind w:firstLine="397"/>
        <w:jc w:val="both"/>
      </w:pPr>
      <w:r w:rsidRPr="009D1575">
        <w:t>Используя все предметы, способные уде</w:t>
      </w:r>
      <w:r w:rsidRPr="009D1575">
        <w:t>р</w:t>
      </w:r>
      <w:r w:rsidRPr="009D1575">
        <w:t>жать человека на воде (брёвна, доски, деревя</w:t>
      </w:r>
      <w:r w:rsidRPr="009D1575">
        <w:t>н</w:t>
      </w:r>
      <w:r w:rsidRPr="009D1575">
        <w:t>ные двери, бочки, автомобильные шины и т.д.).</w:t>
      </w:r>
    </w:p>
    <w:p w:rsidR="0083137E" w:rsidRPr="009D1575" w:rsidRDefault="0083137E" w:rsidP="00B76CFA">
      <w:pPr>
        <w:ind w:firstLine="397"/>
        <w:jc w:val="both"/>
      </w:pPr>
    </w:p>
    <w:p w:rsidR="0083137E" w:rsidRPr="009D1575" w:rsidRDefault="0083137E" w:rsidP="00B76CFA">
      <w:pPr>
        <w:ind w:firstLine="397"/>
        <w:jc w:val="both"/>
      </w:pPr>
      <w:r w:rsidRPr="009D1575">
        <w:rPr>
          <w:b/>
          <w:i/>
          <w:color w:val="CC0000"/>
          <w:sz w:val="28"/>
          <w:szCs w:val="28"/>
        </w:rPr>
        <w:t>Помните!</w:t>
      </w:r>
      <w:r w:rsidRPr="009D1575">
        <w:t xml:space="preserve"> В затопленной местн</w:t>
      </w:r>
      <w:r w:rsidRPr="009D1575">
        <w:t>о</w:t>
      </w:r>
      <w:r w:rsidRPr="009D1575">
        <w:t>сти нельзя употреблять в пищу продукты, соприк</w:t>
      </w:r>
      <w:r w:rsidRPr="009D1575">
        <w:t>а</w:t>
      </w:r>
      <w:r w:rsidRPr="009D1575">
        <w:t>савшиеся с поступившей водой и пить некип</w:t>
      </w:r>
      <w:r w:rsidRPr="009D1575">
        <w:t>я</w:t>
      </w:r>
      <w:r w:rsidRPr="009D1575">
        <w:t>чёную воду.</w:t>
      </w:r>
    </w:p>
    <w:p w:rsidR="0083137E" w:rsidRPr="009D1575" w:rsidRDefault="0083137E" w:rsidP="00B76CFA">
      <w:pPr>
        <w:ind w:firstLine="397"/>
        <w:jc w:val="both"/>
      </w:pPr>
    </w:p>
    <w:p w:rsidR="0083137E" w:rsidRPr="009D1575" w:rsidRDefault="0083137E" w:rsidP="00B76CFA">
      <w:pPr>
        <w:ind w:firstLine="397"/>
        <w:jc w:val="both"/>
      </w:pPr>
      <w:r>
        <w:rPr>
          <w:noProof/>
        </w:rPr>
        <w:pict>
          <v:shape id="Рисунок 2" o:spid="_x0000_s1026" type="#_x0000_t75" alt="проезд" style="position:absolute;left:0;text-align:left;margin-left:-5.25pt;margin-top:65.4pt;width:241.5pt;height:122.25pt;z-index:251658240;visibility:visible">
            <v:imagedata r:id="rId8" o:title=""/>
            <w10:wrap type="square"/>
          </v:shape>
        </w:pict>
      </w:r>
      <w:r w:rsidRPr="009D1575">
        <w:rPr>
          <w:b/>
          <w:i/>
          <w:color w:val="CC0000"/>
          <w:sz w:val="28"/>
          <w:szCs w:val="28"/>
        </w:rPr>
        <w:t>Граждане!</w:t>
      </w:r>
      <w:r w:rsidRPr="009D1575">
        <w:t xml:space="preserve"> В любой обстановке не т</w:t>
      </w:r>
      <w:r w:rsidRPr="009D1575">
        <w:t>е</w:t>
      </w:r>
      <w:r w:rsidRPr="009D1575">
        <w:t>ряйте самообладания, не поддавайтесь панике, действуйте быстро, но без суеты и уверенно!</w:t>
      </w:r>
    </w:p>
    <w:p w:rsidR="0083137E" w:rsidRPr="009D1575" w:rsidRDefault="0083137E" w:rsidP="00B76CFA">
      <w:pPr>
        <w:ind w:firstLine="397"/>
        <w:jc w:val="both"/>
      </w:pPr>
    </w:p>
    <w:p w:rsidR="0083137E" w:rsidRPr="009D1575" w:rsidRDefault="0083137E" w:rsidP="00AF1527">
      <w:pPr>
        <w:ind w:firstLine="284"/>
        <w:jc w:val="center"/>
        <w:rPr>
          <w:sz w:val="20"/>
          <w:szCs w:val="20"/>
        </w:rPr>
      </w:pPr>
      <w:bookmarkStart w:id="1" w:name="_Hlk100233672"/>
      <w:bookmarkStart w:id="2" w:name="_Hlk100233913"/>
      <w:bookmarkStart w:id="3" w:name="_Hlk100233516"/>
      <w:r w:rsidRPr="009D1575">
        <w:rPr>
          <w:sz w:val="20"/>
          <w:szCs w:val="20"/>
        </w:rPr>
        <w:t>Краевое государственное казённое</w:t>
      </w:r>
    </w:p>
    <w:p w:rsidR="0083137E" w:rsidRPr="009D1575" w:rsidRDefault="0083137E" w:rsidP="00AF1527">
      <w:pPr>
        <w:ind w:firstLine="284"/>
        <w:jc w:val="center"/>
        <w:rPr>
          <w:sz w:val="20"/>
          <w:szCs w:val="20"/>
        </w:rPr>
      </w:pPr>
      <w:r w:rsidRPr="009D1575">
        <w:rPr>
          <w:sz w:val="20"/>
          <w:szCs w:val="20"/>
        </w:rPr>
        <w:t xml:space="preserve">образовательное учреждение </w:t>
      </w:r>
      <w:bookmarkStart w:id="4" w:name="_Hlk84328546"/>
      <w:r w:rsidRPr="009D1575">
        <w:rPr>
          <w:sz w:val="20"/>
          <w:szCs w:val="20"/>
        </w:rPr>
        <w:t>ДПО «Институт</w:t>
      </w:r>
    </w:p>
    <w:p w:rsidR="0083137E" w:rsidRDefault="0083137E" w:rsidP="00AF1527">
      <w:pPr>
        <w:ind w:firstLine="284"/>
        <w:jc w:val="center"/>
        <w:rPr>
          <w:sz w:val="20"/>
          <w:szCs w:val="20"/>
        </w:rPr>
      </w:pPr>
      <w:r w:rsidRPr="009D1575">
        <w:rPr>
          <w:sz w:val="20"/>
          <w:szCs w:val="20"/>
        </w:rPr>
        <w:t xml:space="preserve">региональной безопасности» </w:t>
      </w:r>
      <w:bookmarkEnd w:id="4"/>
    </w:p>
    <w:p w:rsidR="0083137E" w:rsidRPr="009D1575" w:rsidRDefault="0083137E" w:rsidP="00AF1527">
      <w:pPr>
        <w:ind w:firstLine="284"/>
        <w:jc w:val="center"/>
        <w:rPr>
          <w:sz w:val="20"/>
          <w:szCs w:val="20"/>
        </w:rPr>
      </w:pPr>
      <w:r w:rsidRPr="009D1575">
        <w:rPr>
          <w:sz w:val="20"/>
          <w:szCs w:val="20"/>
        </w:rPr>
        <w:t>находится по адресу:</w:t>
      </w:r>
    </w:p>
    <w:p w:rsidR="0083137E" w:rsidRPr="009D1575" w:rsidRDefault="0083137E" w:rsidP="00AF1527">
      <w:pPr>
        <w:ind w:firstLine="284"/>
        <w:jc w:val="center"/>
        <w:rPr>
          <w:sz w:val="20"/>
          <w:szCs w:val="20"/>
        </w:rPr>
      </w:pPr>
      <w:r w:rsidRPr="009D1575">
        <w:rPr>
          <w:sz w:val="20"/>
          <w:szCs w:val="20"/>
        </w:rPr>
        <w:t>660100, г. Красноярск, ул. Пролетарская, 155.</w:t>
      </w:r>
    </w:p>
    <w:p w:rsidR="0083137E" w:rsidRPr="009D1575" w:rsidRDefault="0083137E" w:rsidP="00AF1527">
      <w:pPr>
        <w:ind w:firstLine="284"/>
        <w:jc w:val="center"/>
        <w:rPr>
          <w:sz w:val="20"/>
          <w:szCs w:val="20"/>
        </w:rPr>
      </w:pPr>
      <w:r w:rsidRPr="009D1575">
        <w:rPr>
          <w:sz w:val="20"/>
          <w:szCs w:val="20"/>
        </w:rPr>
        <w:t>Остановка транспорта: ул. Луначарского.</w:t>
      </w:r>
    </w:p>
    <w:p w:rsidR="0083137E" w:rsidRDefault="0083137E" w:rsidP="00AF1527">
      <w:pPr>
        <w:ind w:firstLine="284"/>
        <w:jc w:val="center"/>
        <w:rPr>
          <w:sz w:val="20"/>
          <w:szCs w:val="20"/>
        </w:rPr>
      </w:pPr>
      <w:r w:rsidRPr="009D1575">
        <w:rPr>
          <w:sz w:val="20"/>
          <w:szCs w:val="20"/>
        </w:rPr>
        <w:t xml:space="preserve">Автобусы  2,  12, 14, 43, 49, 11, 80, </w:t>
      </w:r>
    </w:p>
    <w:p w:rsidR="0083137E" w:rsidRDefault="0083137E" w:rsidP="00AF1527">
      <w:pPr>
        <w:ind w:firstLine="284"/>
        <w:jc w:val="center"/>
        <w:rPr>
          <w:sz w:val="20"/>
          <w:szCs w:val="20"/>
        </w:rPr>
      </w:pPr>
      <w:r w:rsidRPr="009D1575">
        <w:rPr>
          <w:sz w:val="20"/>
          <w:szCs w:val="20"/>
        </w:rPr>
        <w:t>троллейбусы 5, 13, 15</w:t>
      </w:r>
    </w:p>
    <w:p w:rsidR="0083137E" w:rsidRPr="009D1575" w:rsidRDefault="0083137E" w:rsidP="00AF1527">
      <w:pPr>
        <w:ind w:firstLine="284"/>
        <w:jc w:val="center"/>
        <w:rPr>
          <w:rFonts w:ascii="Arial" w:hAnsi="Arial" w:cs="Arial"/>
          <w:sz w:val="20"/>
          <w:szCs w:val="20"/>
        </w:rPr>
      </w:pPr>
      <w:r w:rsidRPr="009D1575">
        <w:rPr>
          <w:sz w:val="20"/>
          <w:szCs w:val="20"/>
        </w:rPr>
        <w:t xml:space="preserve"> т. (391) 229-74-74</w:t>
      </w:r>
    </w:p>
    <w:bookmarkEnd w:id="1"/>
    <w:p w:rsidR="0083137E" w:rsidRPr="009D1575" w:rsidRDefault="0083137E" w:rsidP="00AF1527">
      <w:pPr>
        <w:ind w:firstLine="397"/>
        <w:jc w:val="center"/>
        <w:rPr>
          <w:b/>
          <w:i/>
          <w:color w:val="CC0000"/>
        </w:rPr>
      </w:pPr>
    </w:p>
    <w:bookmarkEnd w:id="2"/>
    <w:p w:rsidR="0083137E" w:rsidRPr="009D1575" w:rsidRDefault="0083137E" w:rsidP="00AF1527">
      <w:pPr>
        <w:ind w:firstLine="397"/>
        <w:jc w:val="center"/>
        <w:rPr>
          <w:b/>
          <w:i/>
          <w:color w:val="CC0000"/>
        </w:rPr>
      </w:pPr>
      <w:r>
        <w:rPr>
          <w:noProof/>
        </w:rPr>
        <w:pict>
          <v:shape id="Рисунок 7" o:spid="_x0000_s1027" type="#_x0000_t75" alt="ГО 90лет" style="position:absolute;left:0;text-align:left;margin-left:78.7pt;margin-top:3.3pt;width:96.75pt;height:99.65pt;z-index:251659264;visibility:visible">
            <v:imagedata r:id="rId9" o:title=""/>
          </v:shape>
        </w:pict>
      </w:r>
    </w:p>
    <w:bookmarkEnd w:id="3"/>
    <w:p w:rsidR="0083137E" w:rsidRPr="009D1575" w:rsidRDefault="0083137E" w:rsidP="00B76CFA">
      <w:pPr>
        <w:ind w:firstLine="397"/>
        <w:jc w:val="both"/>
        <w:rPr>
          <w:b/>
          <w:i/>
          <w:color w:val="CC0000"/>
        </w:rPr>
      </w:pPr>
    </w:p>
    <w:p w:rsidR="0083137E" w:rsidRPr="009D1575" w:rsidRDefault="0083137E" w:rsidP="00B76CFA">
      <w:pPr>
        <w:ind w:firstLine="397"/>
        <w:jc w:val="both"/>
        <w:rPr>
          <w:b/>
          <w:i/>
          <w:color w:val="CC0000"/>
        </w:rPr>
      </w:pPr>
    </w:p>
    <w:p w:rsidR="0083137E" w:rsidRPr="009D1575" w:rsidRDefault="0083137E" w:rsidP="00B76CFA">
      <w:pPr>
        <w:ind w:firstLine="397"/>
        <w:jc w:val="both"/>
        <w:rPr>
          <w:b/>
          <w:i/>
          <w:color w:val="CC0000"/>
        </w:rPr>
      </w:pPr>
    </w:p>
    <w:p w:rsidR="0083137E" w:rsidRPr="009D1575" w:rsidRDefault="0083137E" w:rsidP="00B76CFA">
      <w:pPr>
        <w:ind w:firstLine="397"/>
        <w:jc w:val="both"/>
        <w:rPr>
          <w:b/>
          <w:i/>
          <w:color w:val="CC0000"/>
        </w:rPr>
      </w:pPr>
    </w:p>
    <w:p w:rsidR="0083137E" w:rsidRDefault="0083137E" w:rsidP="000F06D3">
      <w:pPr>
        <w:jc w:val="center"/>
        <w:rPr>
          <w:b/>
          <w:noProof/>
        </w:rPr>
      </w:pPr>
      <w:r w:rsidRPr="00194B22">
        <w:rPr>
          <w:b/>
          <w:noProof/>
        </w:rPr>
        <w:pict>
          <v:shape id="Рисунок 3" o:spid="_x0000_i1029" type="#_x0000_t75" style="width:129pt;height:129pt;visibility:visible">
            <v:imagedata r:id="rId10" o:title=""/>
          </v:shape>
        </w:pict>
      </w:r>
    </w:p>
    <w:p w:rsidR="0083137E" w:rsidRPr="00E46FA4" w:rsidRDefault="0083137E" w:rsidP="00800B2C">
      <w:pPr>
        <w:jc w:val="center"/>
        <w:rPr>
          <w:b/>
          <w:color w:val="C00000"/>
        </w:rPr>
      </w:pPr>
    </w:p>
    <w:p w:rsidR="0083137E" w:rsidRDefault="0083137E" w:rsidP="00800B2C">
      <w:pPr>
        <w:jc w:val="center"/>
        <w:rPr>
          <w:b/>
          <w:color w:val="C00000"/>
        </w:rPr>
      </w:pPr>
      <w:r w:rsidRPr="00E46FA4">
        <w:rPr>
          <w:b/>
          <w:color w:val="C00000"/>
        </w:rPr>
        <w:t>ДЕЙСТВИЯ НАСЕЛЕНИЯ ПРИ НАВОДНЕНИИ (ПАВОДКЕ)</w:t>
      </w:r>
      <w:r>
        <w:rPr>
          <w:b/>
          <w:color w:val="C00000"/>
        </w:rPr>
        <w:t>,</w:t>
      </w:r>
    </w:p>
    <w:p w:rsidR="0083137E" w:rsidRPr="00B27C93" w:rsidRDefault="0083137E" w:rsidP="00800B2C">
      <w:pPr>
        <w:jc w:val="center"/>
        <w:rPr>
          <w:b/>
          <w:color w:val="C00000"/>
        </w:rPr>
      </w:pPr>
      <w:r>
        <w:rPr>
          <w:b/>
          <w:color w:val="C00000"/>
        </w:rPr>
        <w:t xml:space="preserve"> </w:t>
      </w:r>
      <w:r w:rsidRPr="00B27C93">
        <w:rPr>
          <w:b/>
          <w:color w:val="C00000"/>
        </w:rPr>
        <w:t>ПРОВЕДЕНИЕ ЭВАКУАЦИИ</w:t>
      </w:r>
    </w:p>
    <w:p w:rsidR="0083137E" w:rsidRPr="00E46FA4" w:rsidRDefault="0083137E" w:rsidP="00800B2C">
      <w:pPr>
        <w:jc w:val="center"/>
        <w:rPr>
          <w:b/>
          <w:color w:val="C00000"/>
        </w:rPr>
      </w:pPr>
    </w:p>
    <w:p w:rsidR="0083137E" w:rsidRDefault="0083137E" w:rsidP="000F06D3">
      <w:pPr>
        <w:jc w:val="center"/>
        <w:rPr>
          <w:b/>
          <w:color w:val="CC0000"/>
          <w:sz w:val="20"/>
          <w:szCs w:val="20"/>
        </w:rPr>
      </w:pPr>
    </w:p>
    <w:p w:rsidR="0083137E" w:rsidRPr="00800B2C" w:rsidRDefault="0083137E" w:rsidP="000F06D3">
      <w:pPr>
        <w:jc w:val="center"/>
        <w:rPr>
          <w:b/>
          <w:color w:val="CC0000"/>
          <w:sz w:val="20"/>
          <w:szCs w:val="20"/>
        </w:rPr>
      </w:pPr>
      <w:r w:rsidRPr="00194B22">
        <w:rPr>
          <w:b/>
          <w:i/>
          <w:noProof/>
          <w:color w:val="CC0000"/>
          <w:sz w:val="20"/>
          <w:szCs w:val="20"/>
        </w:rPr>
        <w:pict>
          <v:shape id="Рисунок 8" o:spid="_x0000_i1030" type="#_x0000_t75" alt="Наводнение 9" style="width:183pt;height:262.5pt;visibility:visible">
            <v:imagedata r:id="rId11" o:title="" blacklevel="1966f"/>
          </v:shape>
        </w:pict>
      </w:r>
    </w:p>
    <w:p w:rsidR="0083137E" w:rsidRDefault="0083137E" w:rsidP="00B76CFA">
      <w:pPr>
        <w:ind w:firstLine="39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83137E" w:rsidRPr="00800B2C" w:rsidRDefault="0083137E" w:rsidP="00800B2C">
      <w:pPr>
        <w:jc w:val="center"/>
        <w:rPr>
          <w:b/>
          <w:color w:val="CC0000"/>
          <w:sz w:val="22"/>
          <w:szCs w:val="22"/>
        </w:rPr>
      </w:pPr>
      <w:r w:rsidRPr="00800B2C">
        <w:rPr>
          <w:b/>
          <w:color w:val="CC0000"/>
          <w:sz w:val="22"/>
          <w:szCs w:val="22"/>
        </w:rPr>
        <w:t>г. Красноярск</w:t>
      </w:r>
      <w:r>
        <w:rPr>
          <w:b/>
          <w:color w:val="CC0000"/>
          <w:sz w:val="22"/>
          <w:szCs w:val="22"/>
        </w:rPr>
        <w:t xml:space="preserve"> 2022</w:t>
      </w:r>
    </w:p>
    <w:sectPr w:rsidR="0083137E" w:rsidRPr="00800B2C" w:rsidSect="00E46FA4">
      <w:pgSz w:w="16838" w:h="11906" w:orient="landscape"/>
      <w:pgMar w:top="851" w:right="567" w:bottom="851" w:left="567" w:header="709" w:footer="709" w:gutter="0"/>
      <w:cols w:num="3" w:space="708" w:equalWidth="0">
        <w:col w:w="4951" w:space="708"/>
        <w:col w:w="4384" w:space="708"/>
        <w:col w:w="495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3AF"/>
    <w:rsid w:val="00001671"/>
    <w:rsid w:val="00034B94"/>
    <w:rsid w:val="000417FD"/>
    <w:rsid w:val="0008258A"/>
    <w:rsid w:val="000F06D3"/>
    <w:rsid w:val="00131529"/>
    <w:rsid w:val="00192AC5"/>
    <w:rsid w:val="00194B22"/>
    <w:rsid w:val="001F4003"/>
    <w:rsid w:val="00297A6F"/>
    <w:rsid w:val="003A54C0"/>
    <w:rsid w:val="004A3F68"/>
    <w:rsid w:val="004F5523"/>
    <w:rsid w:val="005A1964"/>
    <w:rsid w:val="0064510F"/>
    <w:rsid w:val="00702688"/>
    <w:rsid w:val="00716A2E"/>
    <w:rsid w:val="00800B2C"/>
    <w:rsid w:val="0083137E"/>
    <w:rsid w:val="00886956"/>
    <w:rsid w:val="008B575E"/>
    <w:rsid w:val="008F282D"/>
    <w:rsid w:val="00920F91"/>
    <w:rsid w:val="00940B86"/>
    <w:rsid w:val="009431A6"/>
    <w:rsid w:val="009D1575"/>
    <w:rsid w:val="00A95F7C"/>
    <w:rsid w:val="00AA3B0C"/>
    <w:rsid w:val="00AD3AC7"/>
    <w:rsid w:val="00AF1527"/>
    <w:rsid w:val="00B036F9"/>
    <w:rsid w:val="00B27C93"/>
    <w:rsid w:val="00B654A0"/>
    <w:rsid w:val="00B76CFA"/>
    <w:rsid w:val="00BB32A4"/>
    <w:rsid w:val="00C07119"/>
    <w:rsid w:val="00C276D4"/>
    <w:rsid w:val="00C813AF"/>
    <w:rsid w:val="00CB265E"/>
    <w:rsid w:val="00D66834"/>
    <w:rsid w:val="00D97C19"/>
    <w:rsid w:val="00DA760B"/>
    <w:rsid w:val="00E46FA4"/>
    <w:rsid w:val="00F67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6F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BB3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B32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508</Words>
  <Characters>2897</Characters>
  <Application>Microsoft Office Outlook</Application>
  <DocSecurity>0</DocSecurity>
  <Lines>0</Lines>
  <Paragraphs>0</Paragraphs>
  <ScaleCrop>false</ScaleCrop>
  <Company>Workstation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Наводнение – это временное затопление значительной части суши водой в результате дей-ствий сил природы</dc:title>
  <dc:subject/>
  <dc:creator>User</dc:creator>
  <cp:keywords/>
  <dc:description/>
  <cp:lastModifiedBy>Олег Никифоров</cp:lastModifiedBy>
  <cp:revision>3</cp:revision>
  <dcterms:created xsi:type="dcterms:W3CDTF">2022-09-12T09:56:00Z</dcterms:created>
  <dcterms:modified xsi:type="dcterms:W3CDTF">2022-09-14T07:46:00Z</dcterms:modified>
</cp:coreProperties>
</file>